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3D1B97FA" w:rsidR="006F7531" w:rsidRPr="006F7531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BE345E">
        <w:rPr>
          <w:rFonts w:ascii="Arial" w:hAnsi="Arial" w:cs="Arial"/>
          <w:lang w:val="en-CA"/>
        </w:rPr>
        <w:t xml:space="preserve"> Infra-Red </w:t>
      </w:r>
      <w:r w:rsidR="0059639E">
        <w:rPr>
          <w:rFonts w:ascii="Arial" w:hAnsi="Arial" w:cs="Arial"/>
          <w:lang w:val="en-CA"/>
        </w:rPr>
        <w:t>illuminator</w:t>
      </w:r>
      <w:r w:rsidR="0059639E"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5062E0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072723A7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71428C94" w:rsidR="006F7531" w:rsidRPr="006F7531" w:rsidRDefault="0046552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 w:rsidRPr="0070752E">
        <w:rPr>
          <w:rFonts w:ascii="Arial" w:hAnsi="Arial" w:cs="Arial"/>
          <w:lang w:val="en-CA"/>
        </w:rPr>
        <w:t>Infra-Red models shall be available in 850nm or 940nm versions.</w:t>
      </w:r>
      <w:r w:rsidR="000A0856">
        <w:rPr>
          <w:rFonts w:ascii="Arial" w:hAnsi="Arial" w:cs="Arial"/>
          <w:lang w:val="en-CA"/>
        </w:rPr>
        <w:t xml:space="preserve"> Other wavelengths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5061D499" w14:textId="038F6349" w:rsidR="007A083B" w:rsidRDefault="00BE345E" w:rsidP="008A0FF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DF1FD5">
        <w:rPr>
          <w:rFonts w:ascii="Arial" w:hAnsi="Arial" w:cs="Arial"/>
          <w:lang w:val="en-CA"/>
        </w:rPr>
        <w:t>.</w:t>
      </w:r>
    </w:p>
    <w:p w14:paraId="38D36485" w14:textId="77777777" w:rsidR="007A083B" w:rsidRDefault="007A083B" w:rsidP="008A0FF3">
      <w:pPr>
        <w:adjustRightInd w:val="0"/>
        <w:jc w:val="both"/>
        <w:rPr>
          <w:rFonts w:ascii="Arial" w:hAnsi="Arial" w:cs="Arial"/>
          <w:lang w:val="en-CA"/>
        </w:rPr>
      </w:pPr>
    </w:p>
    <w:p w14:paraId="7250B46B" w14:textId="77941700" w:rsidR="007A083B" w:rsidRPr="008A0FF3" w:rsidRDefault="00760120" w:rsidP="008A0FF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8A0FF3">
        <w:rPr>
          <w:rFonts w:ascii="Arial" w:hAnsi="Arial" w:cs="Arial"/>
          <w:lang w:val="en-CA"/>
        </w:rPr>
        <w:t>The illuminat</w:t>
      </w:r>
      <w:r w:rsidR="005062E0">
        <w:rPr>
          <w:rFonts w:ascii="Arial" w:hAnsi="Arial" w:cs="Arial"/>
          <w:lang w:val="en-CA"/>
        </w:rPr>
        <w:t>or shall incorporate status LED</w:t>
      </w:r>
      <w:r w:rsidRPr="008A0FF3">
        <w:rPr>
          <w:rFonts w:ascii="Arial" w:hAnsi="Arial" w:cs="Arial"/>
          <w:lang w:val="en-CA"/>
        </w:rPr>
        <w:t xml:space="preserve">s indicating correct </w:t>
      </w:r>
      <w:r w:rsidR="000A0856" w:rsidRPr="008A0FF3">
        <w:rPr>
          <w:rFonts w:ascii="Arial" w:hAnsi="Arial" w:cs="Arial"/>
          <w:lang w:val="en-CA"/>
        </w:rPr>
        <w:t xml:space="preserve">input </w:t>
      </w:r>
      <w:r w:rsidRPr="008A0FF3">
        <w:rPr>
          <w:rFonts w:ascii="Arial" w:hAnsi="Arial" w:cs="Arial"/>
          <w:lang w:val="en-CA"/>
        </w:rPr>
        <w:t>voltage</w:t>
      </w:r>
      <w:r w:rsidR="009852B4" w:rsidRPr="008A0FF3">
        <w:rPr>
          <w:rFonts w:ascii="Arial" w:hAnsi="Arial" w:cs="Arial"/>
          <w:lang w:val="en-CA"/>
        </w:rPr>
        <w:t xml:space="preserve"> </w:t>
      </w:r>
      <w:r w:rsidR="000A0856" w:rsidRPr="008A0FF3">
        <w:rPr>
          <w:rFonts w:ascii="Arial" w:hAnsi="Arial" w:cs="Arial"/>
          <w:lang w:val="en-CA"/>
        </w:rPr>
        <w:t xml:space="preserve">and </w:t>
      </w:r>
      <w:r w:rsidRPr="008A0FF3">
        <w:rPr>
          <w:rFonts w:ascii="Arial" w:hAnsi="Arial" w:cs="Arial"/>
          <w:lang w:val="en-CA"/>
        </w:rPr>
        <w:t>receipt of valid commands</w:t>
      </w:r>
      <w:r w:rsidR="00B377AC" w:rsidRPr="008A0FF3">
        <w:rPr>
          <w:rFonts w:ascii="Arial" w:hAnsi="Arial" w:cs="Arial"/>
          <w:lang w:val="en-CA"/>
        </w:rPr>
        <w:t>.</w:t>
      </w:r>
      <w:r w:rsidR="00FE396C" w:rsidRPr="008A0FF3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2F7525A0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5A337689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6BDA31FA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0357460E" w:rsidR="00E14113" w:rsidRPr="00A9611B" w:rsidRDefault="00E14113" w:rsidP="008A0FF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BBDE5F8" w:rsidR="000A0856" w:rsidRPr="008A0FF3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8A0FF3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8A0FF3">
        <w:rPr>
          <w:rStyle w:val="hps"/>
          <w:rFonts w:ascii="Arial" w:hAnsi="Arial" w:cs="Arial"/>
          <w:lang w:val="en-CA"/>
        </w:rPr>
        <w:t xml:space="preserve"> and the </w:t>
      </w:r>
      <w:r w:rsidR="000A0856" w:rsidRPr="008A0FF3">
        <w:rPr>
          <w:rStyle w:val="hps"/>
          <w:rFonts w:ascii="Arial" w:hAnsi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4924372" w14:textId="77777777" w:rsidR="006F7531" w:rsidRDefault="006F7531" w:rsidP="008E6C01">
      <w:pPr>
        <w:ind w:firstLine="720"/>
        <w:rPr>
          <w:rFonts w:ascii="Arial" w:hAnsi="Arial" w:cs="Arial"/>
          <w:b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10AF5ACB" w:rsidR="000469F9" w:rsidRPr="00BE345E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A46776">
        <w:rPr>
          <w:rFonts w:ascii="Arial" w:hAnsi="Arial" w:cs="Arial"/>
          <w:iCs/>
          <w:lang w:val="en-CA"/>
        </w:rPr>
        <w:t>144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A46776">
        <w:rPr>
          <w:rFonts w:ascii="Arial" w:hAnsi="Arial" w:cs="Arial"/>
          <w:iCs/>
          <w:lang w:val="en-CA"/>
        </w:rPr>
        <w:t>472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180B8BC4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A251A2">
        <w:rPr>
          <w:rFonts w:ascii="Arial" w:hAnsi="Arial" w:cs="Arial"/>
          <w:iCs/>
          <w:lang w:val="en-CA"/>
        </w:rPr>
        <w:t xml:space="preserve">Angle of </w:t>
      </w:r>
      <w:r w:rsidRPr="005C1C9B">
        <w:rPr>
          <w:rFonts w:ascii="Arial" w:hAnsi="Arial" w:cs="Arial"/>
          <w:iCs/>
          <w:lang w:val="en-CA"/>
        </w:rPr>
        <w:t>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2C0A50" w:rsidRPr="005C1C9B">
        <w:rPr>
          <w:rFonts w:ascii="Arial" w:hAnsi="Arial" w:cs="Arial"/>
          <w:iCs/>
          <w:lang w:val="en-CA"/>
        </w:rPr>
        <w:t xml:space="preserve">,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1732BBC7" w:rsidR="000469F9" w:rsidRPr="00207E8C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5062E0">
        <w:rPr>
          <w:rFonts w:ascii="Arial" w:hAnsi="Arial" w:cs="Arial"/>
          <w:iCs/>
          <w:lang w:val="en-CA"/>
        </w:rPr>
        <w:t>PLATINUM Elite SMT LEDs</w:t>
      </w:r>
      <w:bookmarkStart w:id="0" w:name="_GoBack"/>
      <w:bookmarkEnd w:id="0"/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7BF35C1B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Wavelength: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  <w:t>850nm (940nm as an option)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54F2C621" w:rsidR="00207E8C" w:rsidRPr="00207E8C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proofErr w:type="gramStart"/>
      <w:r w:rsidRPr="00207E8C">
        <w:rPr>
          <w:rFonts w:ascii="Arial" w:hAnsi="Arial" w:cs="Arial"/>
          <w:iCs/>
          <w:lang w:val="en-CA"/>
        </w:rPr>
        <w:t>at</w:t>
      </w:r>
      <w:proofErr w:type="gramEnd"/>
      <w:r w:rsidRPr="00207E8C">
        <w:rPr>
          <w:rFonts w:ascii="Arial" w:hAnsi="Arial" w:cs="Arial"/>
          <w:iCs/>
          <w:lang w:val="en-CA"/>
        </w:rPr>
        <w:t xml:space="preserve"> max distance :</w:t>
      </w:r>
      <w:r w:rsidRPr="00207E8C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Pr="00207E8C">
        <w:rPr>
          <w:rFonts w:ascii="Arial" w:hAnsi="Arial" w:cs="Arial"/>
          <w:iCs/>
          <w:lang w:val="en-CA"/>
        </w:rPr>
        <w:t>At least 0.35uW/cm</w:t>
      </w:r>
      <w:r w:rsidRPr="00207E8C">
        <w:rPr>
          <w:rFonts w:ascii="Arial" w:hAnsi="Arial" w:cs="Arial"/>
          <w:iCs/>
          <w:vertAlign w:val="superscript"/>
          <w:lang w:val="en-CA"/>
        </w:rPr>
        <w:t>2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0DFDA098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B54230">
        <w:rPr>
          <w:rFonts w:ascii="Arial" w:hAnsi="Arial" w:cs="Arial"/>
          <w:iCs/>
          <w:lang w:val="en-CA"/>
        </w:rPr>
        <w:t>13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430D80EE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8A0FF3">
        <w:rPr>
          <w:rFonts w:ascii="Arial" w:hAnsi="Arial" w:cs="Arial"/>
          <w:iCs/>
          <w:lang w:val="en-CA"/>
        </w:rPr>
        <w:t>950g</w:t>
      </w:r>
      <w:r w:rsidR="00416F28">
        <w:rPr>
          <w:rFonts w:ascii="Arial" w:hAnsi="Arial" w:cs="Arial"/>
          <w:iCs/>
          <w:lang w:val="en-CA"/>
        </w:rPr>
        <w:t xml:space="preserve"> (</w:t>
      </w:r>
      <w:r w:rsidR="008A0FF3">
        <w:rPr>
          <w:rFonts w:ascii="Arial" w:hAnsi="Arial" w:cs="Arial"/>
          <w:iCs/>
          <w:lang w:val="en-CA"/>
        </w:rPr>
        <w:t>2.1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01D99D7A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 xml:space="preserve">Black (RAL </w:t>
      </w:r>
      <w:r w:rsidR="00B54230">
        <w:rPr>
          <w:rFonts w:ascii="Arial" w:hAnsi="Arial" w:cs="Arial"/>
          <w:iCs/>
          <w:lang w:val="en-CA"/>
        </w:rPr>
        <w:t>9005</w:t>
      </w:r>
      <w:r>
        <w:rPr>
          <w:rFonts w:ascii="Arial" w:hAnsi="Arial" w:cs="Arial"/>
          <w:iCs/>
          <w:lang w:val="en-CA"/>
        </w:rPr>
        <w:t>) as standard. Other colours available</w:t>
      </w:r>
    </w:p>
    <w:p w14:paraId="049FE7F9" w14:textId="732E93DC" w:rsidR="000469F9" w:rsidRPr="00BE345E" w:rsidRDefault="00B54230" w:rsidP="00BE01DF">
      <w:pPr>
        <w:ind w:left="3600" w:firstLine="720"/>
        <w:rPr>
          <w:rFonts w:ascii="Arial" w:hAnsi="Arial" w:cs="Arial"/>
          <w:iCs/>
          <w:lang w:val="en-CA"/>
        </w:rPr>
      </w:pPr>
      <w:proofErr w:type="gramStart"/>
      <w:r>
        <w:rPr>
          <w:rFonts w:ascii="Arial" w:hAnsi="Arial" w:cs="Arial"/>
          <w:iCs/>
          <w:lang w:val="en-CA"/>
        </w:rPr>
        <w:t>to</w:t>
      </w:r>
      <w:proofErr w:type="gramEnd"/>
      <w:r>
        <w:rPr>
          <w:rFonts w:ascii="Arial" w:hAnsi="Arial" w:cs="Arial"/>
          <w:iCs/>
          <w:lang w:val="en-CA"/>
        </w:rPr>
        <w:t xml:space="preserve">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40F93B29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8A0FF3">
        <w:rPr>
          <w:rFonts w:ascii="Arial" w:hAnsi="Arial" w:cs="Arial"/>
          <w:iCs/>
          <w:lang w:val="fr-CA"/>
        </w:rPr>
        <w:t>100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C11C46">
        <w:rPr>
          <w:rFonts w:ascii="Arial" w:hAnsi="Arial" w:cs="Arial"/>
          <w:iCs/>
          <w:lang w:val="fr-CA"/>
        </w:rPr>
        <w:t>1</w:t>
      </w:r>
      <w:r w:rsidR="008A0FF3">
        <w:rPr>
          <w:rFonts w:ascii="Arial" w:hAnsi="Arial" w:cs="Arial"/>
          <w:iCs/>
          <w:lang w:val="fr-CA"/>
        </w:rPr>
        <w:t>35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8A0FF3">
        <w:rPr>
          <w:rFonts w:ascii="Arial" w:hAnsi="Arial" w:cs="Arial"/>
          <w:iCs/>
          <w:lang w:val="fr-CA"/>
        </w:rPr>
        <w:t>6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8A0FF3">
        <w:rPr>
          <w:rFonts w:ascii="Arial" w:hAnsi="Arial" w:cs="Arial"/>
          <w:iCs/>
          <w:lang w:val="fr-CA"/>
        </w:rPr>
        <w:t>4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8A0FF3">
        <w:rPr>
          <w:rFonts w:ascii="Arial" w:hAnsi="Arial" w:cs="Arial"/>
          <w:iCs/>
          <w:lang w:val="fr-CA"/>
        </w:rPr>
        <w:t>5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8A0FF3">
        <w:rPr>
          <w:rFonts w:ascii="Arial" w:hAnsi="Arial" w:cs="Arial"/>
          <w:iCs/>
          <w:lang w:val="fr-CA"/>
        </w:rPr>
        <w:t>2.5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2282549D" w:rsidR="00961A18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8A0FF3">
        <w:rPr>
          <w:rFonts w:ascii="Arial" w:hAnsi="Arial" w:cs="Arial"/>
          <w:iCs/>
          <w:lang w:val="en-GB"/>
        </w:rPr>
        <w:t>Cable</w:t>
      </w:r>
      <w:r>
        <w:rPr>
          <w:rFonts w:ascii="Arial" w:hAnsi="Arial" w:cs="Arial"/>
          <w:iCs/>
          <w:lang w:val="fr-CA"/>
        </w:rPr>
        <w:t> 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>
        <w:rPr>
          <w:rFonts w:ascii="Arial" w:hAnsi="Arial" w:cs="Arial"/>
          <w:iCs/>
          <w:lang w:val="fr-CA"/>
        </w:rPr>
        <w:t xml:space="preserve">ft), 6 </w:t>
      </w:r>
      <w:r w:rsidRPr="008A0FF3">
        <w:rPr>
          <w:rFonts w:ascii="Arial" w:hAnsi="Arial" w:cs="Arial"/>
          <w:iCs/>
          <w:lang w:val="en-GB"/>
        </w:rPr>
        <w:t>core</w:t>
      </w:r>
      <w:r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8A0FF3">
      <w:pPr>
        <w:rPr>
          <w:rFonts w:ascii="Arial" w:hAnsi="Arial" w:cs="Arial"/>
          <w:iCs/>
          <w:lang w:val="fr-CA"/>
        </w:rPr>
      </w:pPr>
    </w:p>
    <w:p w14:paraId="10E5CBAC" w14:textId="408DE5C3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 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8A0FF3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8A0FF3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978111B" w14:textId="133FA4C7" w:rsidR="0002564A" w:rsidRDefault="0002564A" w:rsidP="00961A18">
      <w:pPr>
        <w:rPr>
          <w:rFonts w:ascii="Univers" w:hAnsi="Univers" w:cs="Univers"/>
          <w:lang w:val="en-CA"/>
        </w:rPr>
      </w:pPr>
    </w:p>
    <w:p w14:paraId="688B94BA" w14:textId="77777777" w:rsidR="00832877" w:rsidRPr="00961A18" w:rsidRDefault="00832877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6CFDF547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BE01DF">
        <w:rPr>
          <w:rFonts w:ascii="Arial" w:hAnsi="Arial" w:cs="Arial"/>
          <w:lang w:val="en-CA"/>
        </w:rPr>
        <w:t>Infra-Red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EE197A">
        <w:rPr>
          <w:rFonts w:ascii="Arial" w:hAnsi="Arial" w:cs="Arial"/>
          <w:lang w:val="en-CA"/>
        </w:rPr>
        <w:t>-</w:t>
      </w:r>
      <w:r w:rsidR="00416F28">
        <w:rPr>
          <w:rFonts w:ascii="Arial" w:hAnsi="Arial" w:cs="Arial"/>
          <w:lang w:val="en-CA"/>
        </w:rPr>
        <w:t>i</w:t>
      </w:r>
      <w:r w:rsidR="000F5EB8">
        <w:rPr>
          <w:rFonts w:ascii="Arial" w:hAnsi="Arial" w:cs="Arial"/>
          <w:lang w:val="en-CA"/>
        </w:rPr>
        <w:t>4</w:t>
      </w:r>
      <w:r w:rsidR="00960A00">
        <w:rPr>
          <w:rFonts w:ascii="Arial" w:hAnsi="Arial" w:cs="Arial"/>
          <w:lang w:val="en-CA"/>
        </w:rPr>
        <w:t>-</w:t>
      </w:r>
      <w:r w:rsidR="00A46776">
        <w:rPr>
          <w:rFonts w:ascii="Arial" w:hAnsi="Arial" w:cs="Arial"/>
          <w:lang w:val="en-CA"/>
        </w:rPr>
        <w:t>1</w:t>
      </w:r>
      <w:r w:rsidR="00961A18">
        <w:rPr>
          <w:rFonts w:ascii="Arial" w:hAnsi="Arial" w:cs="Arial"/>
          <w:lang w:val="en-CA"/>
        </w:rPr>
        <w:t xml:space="preserve"> (for 850nm models) or VAR2-i</w:t>
      </w:r>
      <w:r w:rsidR="000F5EB8">
        <w:rPr>
          <w:rFonts w:ascii="Arial" w:hAnsi="Arial" w:cs="Arial"/>
          <w:lang w:val="en-CA"/>
        </w:rPr>
        <w:t>4</w:t>
      </w:r>
      <w:r w:rsidR="00961A18">
        <w:rPr>
          <w:rFonts w:ascii="Arial" w:hAnsi="Arial" w:cs="Arial"/>
          <w:lang w:val="en-CA"/>
        </w:rPr>
        <w:t>-</w:t>
      </w:r>
      <w:r w:rsidR="00A46776">
        <w:rPr>
          <w:rFonts w:ascii="Arial" w:hAnsi="Arial" w:cs="Arial"/>
          <w:lang w:val="en-CA"/>
        </w:rPr>
        <w:t>1</w:t>
      </w:r>
      <w:r w:rsidR="00961A18">
        <w:rPr>
          <w:rFonts w:ascii="Arial" w:hAnsi="Arial" w:cs="Arial"/>
          <w:lang w:val="en-CA"/>
        </w:rPr>
        <w:t>-C (for 940nm models)</w:t>
      </w:r>
      <w:r w:rsidR="009579AA">
        <w:rPr>
          <w:rFonts w:ascii="Arial" w:hAnsi="Arial" w:cs="Arial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8184D" w14:textId="77777777" w:rsidR="005F31D8" w:rsidRDefault="005F31D8">
      <w:r>
        <w:separator/>
      </w:r>
    </w:p>
  </w:endnote>
  <w:endnote w:type="continuationSeparator" w:id="0">
    <w:p w14:paraId="04FD7861" w14:textId="77777777" w:rsidR="005F31D8" w:rsidRDefault="005F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A1C67" w14:textId="77777777" w:rsidR="005F31D8" w:rsidRDefault="005F31D8">
      <w:r>
        <w:separator/>
      </w:r>
    </w:p>
  </w:footnote>
  <w:footnote w:type="continuationSeparator" w:id="0">
    <w:p w14:paraId="4ADE9F50" w14:textId="77777777" w:rsidR="005F31D8" w:rsidRDefault="005F3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163130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163130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3B7C26A0" w:rsidR="00BE01DF" w:rsidRPr="008A0FF3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8A0FF3">
            <w:rPr>
              <w:rFonts w:ascii="Arial" w:eastAsiaTheme="majorEastAsia" w:hAnsi="Arial" w:cs="Arial"/>
              <w:sz w:val="28"/>
              <w:szCs w:val="28"/>
              <w:lang w:val="en-CA"/>
            </w:rPr>
            <w:t>VAR2-i</w:t>
          </w:r>
          <w:r w:rsidR="00B1354E" w:rsidRPr="008A0FF3">
            <w:rPr>
              <w:rFonts w:ascii="Arial" w:eastAsiaTheme="majorEastAsia" w:hAnsi="Arial" w:cs="Arial"/>
              <w:sz w:val="28"/>
              <w:szCs w:val="28"/>
              <w:lang w:val="en-CA"/>
            </w:rPr>
            <w:t>4</w:t>
          </w:r>
          <w:r w:rsidRPr="008A0FF3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A251A2" w:rsidRPr="008A0FF3">
            <w:rPr>
              <w:rFonts w:ascii="Arial" w:eastAsiaTheme="majorEastAsia" w:hAnsi="Arial" w:cs="Arial"/>
              <w:sz w:val="28"/>
              <w:szCs w:val="28"/>
              <w:lang w:val="en-CA"/>
            </w:rPr>
            <w:t>1</w:t>
          </w:r>
          <w:r w:rsidRPr="008A0FF3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Infra-Red Illuminator Specification    </w:t>
          </w:r>
        </w:p>
        <w:p w14:paraId="4B226F07" w14:textId="2C1332C1" w:rsidR="00BE01DF" w:rsidRPr="008A0FF3" w:rsidRDefault="00A251A2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8A0FF3">
            <w:rPr>
              <w:rFonts w:ascii="Arial" w:hAnsi="Arial" w:cs="Arial"/>
              <w:sz w:val="24"/>
              <w:szCs w:val="28"/>
              <w:lang w:val="en-CA"/>
            </w:rPr>
            <w:t>2</w:t>
          </w:r>
          <w:r w:rsidR="008942DF" w:rsidRPr="008A0FF3">
            <w:rPr>
              <w:rFonts w:ascii="Arial" w:hAnsi="Arial" w:cs="Arial"/>
              <w:sz w:val="24"/>
              <w:szCs w:val="28"/>
              <w:lang w:val="en-CA"/>
            </w:rPr>
            <w:t>4</w:t>
          </w:r>
          <w:r w:rsidR="00BE01DF" w:rsidRPr="008A0FF3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Pr="008A0FF3">
            <w:rPr>
              <w:rFonts w:ascii="Arial" w:hAnsi="Arial" w:cs="Arial"/>
              <w:sz w:val="24"/>
              <w:szCs w:val="28"/>
              <w:lang w:val="en-CA"/>
            </w:rPr>
            <w:t>144</w:t>
          </w:r>
          <w:r w:rsidR="00BE01DF" w:rsidRPr="008A0FF3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8A0FF3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8A0FF3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="008A0FF3">
            <w:rPr>
              <w:rFonts w:ascii="Arial" w:hAnsi="Arial" w:cs="Arial"/>
              <w:sz w:val="24"/>
              <w:szCs w:val="28"/>
              <w:lang w:val="en-CA"/>
            </w:rPr>
            <w:t>79</w:t>
          </w:r>
          <w:r w:rsidR="00BD35E6" w:rsidRPr="008A0FF3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8A0FF3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 w:rsidRPr="008A0FF3">
            <w:rPr>
              <w:rFonts w:ascii="Arial" w:hAnsi="Arial" w:cs="Arial"/>
              <w:sz w:val="24"/>
              <w:szCs w:val="28"/>
              <w:lang w:val="en-CA"/>
            </w:rPr>
            <w:t>472</w:t>
          </w:r>
          <w:r w:rsidR="00BE01DF" w:rsidRPr="008A0FF3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2ABF9962" w:rsidR="00BE01DF" w:rsidRPr="001D6409" w:rsidRDefault="00BE01DF" w:rsidP="003A4182">
          <w:pPr>
            <w:pStyle w:val="Footer"/>
            <w:rPr>
              <w:rFonts w:asciiTheme="majorHAnsi" w:eastAsiaTheme="majorEastAsia" w:hAnsiTheme="majorHAnsi" w:cstheme="majorBidi"/>
              <w:sz w:val="24"/>
              <w:szCs w:val="28"/>
              <w:lang w:val="en-CA"/>
            </w:rPr>
          </w:pPr>
          <w:r w:rsidRPr="008A0FF3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A251A2" w:rsidRPr="008A0FF3">
            <w:rPr>
              <w:rFonts w:ascii="Arial" w:eastAsiaTheme="majorEastAsia" w:hAnsi="Arial" w:cs="Arial"/>
              <w:sz w:val="24"/>
              <w:szCs w:val="28"/>
              <w:lang w:val="en-CA"/>
            </w:rPr>
            <w:t>20</w:t>
          </w:r>
          <w:r w:rsidRPr="008A0FF3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3D5ECE2C"/>
    <w:lvl w:ilvl="0" w:tplc="F932B2EE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CD7016"/>
    <w:multiLevelType w:val="hybridMultilevel"/>
    <w:tmpl w:val="BA52933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5">
    <w:nsid w:val="40C217BC"/>
    <w:multiLevelType w:val="hybridMultilevel"/>
    <w:tmpl w:val="7CDA2E22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9">
    <w:nsid w:val="4F2F0421"/>
    <w:multiLevelType w:val="hybridMultilevel"/>
    <w:tmpl w:val="314A3BF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6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7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4"/>
  </w:num>
  <w:num w:numId="3">
    <w:abstractNumId w:val="22"/>
  </w:num>
  <w:num w:numId="4">
    <w:abstractNumId w:val="14"/>
  </w:num>
  <w:num w:numId="5">
    <w:abstractNumId w:val="5"/>
  </w:num>
  <w:num w:numId="6">
    <w:abstractNumId w:val="6"/>
  </w:num>
  <w:num w:numId="7">
    <w:abstractNumId w:val="13"/>
  </w:num>
  <w:num w:numId="8">
    <w:abstractNumId w:val="13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3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3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3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5"/>
  </w:num>
  <w:num w:numId="13">
    <w:abstractNumId w:val="1"/>
  </w:num>
  <w:num w:numId="14">
    <w:abstractNumId w:val="18"/>
  </w:num>
  <w:num w:numId="15">
    <w:abstractNumId w:val="0"/>
  </w:num>
  <w:num w:numId="16">
    <w:abstractNumId w:val="8"/>
  </w:num>
  <w:num w:numId="17">
    <w:abstractNumId w:val="23"/>
  </w:num>
  <w:num w:numId="18">
    <w:abstractNumId w:val="10"/>
  </w:num>
  <w:num w:numId="19">
    <w:abstractNumId w:val="11"/>
  </w:num>
  <w:num w:numId="20">
    <w:abstractNumId w:val="2"/>
  </w:num>
  <w:num w:numId="21">
    <w:abstractNumId w:val="4"/>
  </w:num>
  <w:num w:numId="22">
    <w:abstractNumId w:val="12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7"/>
  </w:num>
  <w:num w:numId="26">
    <w:abstractNumId w:val="3"/>
  </w:num>
  <w:num w:numId="27">
    <w:abstractNumId w:val="17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8"/>
  </w:num>
  <w:num w:numId="31">
    <w:abstractNumId w:val="27"/>
  </w:num>
  <w:num w:numId="32">
    <w:abstractNumId w:val="16"/>
  </w:num>
  <w:num w:numId="33">
    <w:abstractNumId w:val="9"/>
  </w:num>
  <w:num w:numId="34">
    <w:abstractNumId w:val="15"/>
  </w:num>
  <w:num w:numId="35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46AEE"/>
    <w:rsid w:val="00163130"/>
    <w:rsid w:val="00167913"/>
    <w:rsid w:val="00183553"/>
    <w:rsid w:val="00183C44"/>
    <w:rsid w:val="00192DD4"/>
    <w:rsid w:val="001945C2"/>
    <w:rsid w:val="001A04BA"/>
    <w:rsid w:val="001A6916"/>
    <w:rsid w:val="001A6C0C"/>
    <w:rsid w:val="001B752C"/>
    <w:rsid w:val="001D4EFA"/>
    <w:rsid w:val="001D6409"/>
    <w:rsid w:val="001D667B"/>
    <w:rsid w:val="001E25DD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C0A50"/>
    <w:rsid w:val="0031069A"/>
    <w:rsid w:val="00316359"/>
    <w:rsid w:val="00322BE3"/>
    <w:rsid w:val="00335273"/>
    <w:rsid w:val="00351A8F"/>
    <w:rsid w:val="0037739B"/>
    <w:rsid w:val="0038299C"/>
    <w:rsid w:val="00385DEF"/>
    <w:rsid w:val="003A0F32"/>
    <w:rsid w:val="003A2D07"/>
    <w:rsid w:val="003A4182"/>
    <w:rsid w:val="003C618D"/>
    <w:rsid w:val="003C6984"/>
    <w:rsid w:val="003F7E39"/>
    <w:rsid w:val="00410798"/>
    <w:rsid w:val="00416F28"/>
    <w:rsid w:val="00427623"/>
    <w:rsid w:val="004350AD"/>
    <w:rsid w:val="00457377"/>
    <w:rsid w:val="00461211"/>
    <w:rsid w:val="00465524"/>
    <w:rsid w:val="00470033"/>
    <w:rsid w:val="0048234B"/>
    <w:rsid w:val="004A3547"/>
    <w:rsid w:val="004A6AE8"/>
    <w:rsid w:val="004E5EF3"/>
    <w:rsid w:val="004E7BEE"/>
    <w:rsid w:val="004F2B35"/>
    <w:rsid w:val="005044E6"/>
    <w:rsid w:val="005062E0"/>
    <w:rsid w:val="00516CA0"/>
    <w:rsid w:val="00531962"/>
    <w:rsid w:val="00532449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F31D8"/>
    <w:rsid w:val="006274F2"/>
    <w:rsid w:val="00640F2A"/>
    <w:rsid w:val="006870E8"/>
    <w:rsid w:val="006871F4"/>
    <w:rsid w:val="00690AFC"/>
    <w:rsid w:val="006A1803"/>
    <w:rsid w:val="006A2290"/>
    <w:rsid w:val="006B0E4C"/>
    <w:rsid w:val="006D54D2"/>
    <w:rsid w:val="006D745A"/>
    <w:rsid w:val="006E30C3"/>
    <w:rsid w:val="006E4B82"/>
    <w:rsid w:val="006F3AB0"/>
    <w:rsid w:val="006F7531"/>
    <w:rsid w:val="00701F4A"/>
    <w:rsid w:val="00720A9B"/>
    <w:rsid w:val="0073680C"/>
    <w:rsid w:val="00742FC1"/>
    <w:rsid w:val="00744EBF"/>
    <w:rsid w:val="007452FA"/>
    <w:rsid w:val="00760120"/>
    <w:rsid w:val="007A083B"/>
    <w:rsid w:val="007D3161"/>
    <w:rsid w:val="007E20B5"/>
    <w:rsid w:val="007F4973"/>
    <w:rsid w:val="00823052"/>
    <w:rsid w:val="00825226"/>
    <w:rsid w:val="008318EA"/>
    <w:rsid w:val="00832877"/>
    <w:rsid w:val="00847E29"/>
    <w:rsid w:val="008522EB"/>
    <w:rsid w:val="0087526B"/>
    <w:rsid w:val="0087559A"/>
    <w:rsid w:val="008942DF"/>
    <w:rsid w:val="008A0FF3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35BE"/>
    <w:rsid w:val="009852B4"/>
    <w:rsid w:val="009E5872"/>
    <w:rsid w:val="00A12D58"/>
    <w:rsid w:val="00A13C71"/>
    <w:rsid w:val="00A251A2"/>
    <w:rsid w:val="00A33005"/>
    <w:rsid w:val="00A4055F"/>
    <w:rsid w:val="00A42863"/>
    <w:rsid w:val="00A46776"/>
    <w:rsid w:val="00A47AD9"/>
    <w:rsid w:val="00A534B6"/>
    <w:rsid w:val="00A74067"/>
    <w:rsid w:val="00A8689F"/>
    <w:rsid w:val="00A95F35"/>
    <w:rsid w:val="00A9611B"/>
    <w:rsid w:val="00AA1953"/>
    <w:rsid w:val="00AE731E"/>
    <w:rsid w:val="00B06B81"/>
    <w:rsid w:val="00B07957"/>
    <w:rsid w:val="00B1354E"/>
    <w:rsid w:val="00B377AC"/>
    <w:rsid w:val="00B44329"/>
    <w:rsid w:val="00B54230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345E"/>
    <w:rsid w:val="00BF5AFB"/>
    <w:rsid w:val="00C11C46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3377"/>
    <w:rsid w:val="00E66629"/>
    <w:rsid w:val="00E76583"/>
    <w:rsid w:val="00E953FE"/>
    <w:rsid w:val="00EB113C"/>
    <w:rsid w:val="00EB600B"/>
    <w:rsid w:val="00EE197A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4E54B-DBA9-4C2E-AD1D-509CA9B93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3</TotalTime>
  <Pages>3</Pages>
  <Words>669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7</cp:revision>
  <cp:lastPrinted>2012-04-06T14:26:00Z</cp:lastPrinted>
  <dcterms:created xsi:type="dcterms:W3CDTF">2017-01-26T15:45:00Z</dcterms:created>
  <dcterms:modified xsi:type="dcterms:W3CDTF">2017-02-01T12:29:00Z</dcterms:modified>
</cp:coreProperties>
</file>